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906" w:rsidRDefault="002F0906" w:rsidP="004C44E0">
      <w:pPr>
        <w:jc w:val="center"/>
        <w:rPr>
          <w:b/>
          <w:bCs/>
          <w:sz w:val="28"/>
          <w:szCs w:val="28"/>
        </w:rPr>
      </w:pPr>
      <w:r w:rsidRPr="005D10D0">
        <w:rPr>
          <w:b/>
          <w:bCs/>
          <w:sz w:val="28"/>
          <w:szCs w:val="28"/>
        </w:rPr>
        <w:t>Муниципальн</w:t>
      </w:r>
      <w:r>
        <w:rPr>
          <w:b/>
          <w:bCs/>
          <w:sz w:val="28"/>
          <w:szCs w:val="28"/>
        </w:rPr>
        <w:t>ый этап всероссийской  олимпиады школьников</w:t>
      </w:r>
      <w:r w:rsidRPr="005D10D0">
        <w:rPr>
          <w:b/>
          <w:bCs/>
          <w:sz w:val="28"/>
          <w:szCs w:val="28"/>
        </w:rPr>
        <w:t xml:space="preserve"> по истории.  </w:t>
      </w:r>
    </w:p>
    <w:p w:rsidR="002F0906" w:rsidRPr="005D10D0" w:rsidRDefault="002F0906" w:rsidP="004C44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Ключи. </w:t>
      </w:r>
      <w:r w:rsidRPr="005D10D0">
        <w:rPr>
          <w:b/>
          <w:bCs/>
          <w:sz w:val="28"/>
          <w:szCs w:val="28"/>
        </w:rPr>
        <w:t>7   класс.</w:t>
      </w:r>
    </w:p>
    <w:p w:rsidR="002F0906" w:rsidRDefault="002F0906" w:rsidP="00D76F21">
      <w:pPr>
        <w:jc w:val="both"/>
        <w:rPr>
          <w:b/>
          <w:bCs/>
          <w:sz w:val="28"/>
          <w:szCs w:val="28"/>
        </w:rPr>
      </w:pPr>
      <w:r w:rsidRPr="005D10D0">
        <w:rPr>
          <w:b/>
          <w:bCs/>
          <w:sz w:val="28"/>
          <w:szCs w:val="28"/>
        </w:rPr>
        <w:t>Максимальная оценка – 100 баллов</w:t>
      </w:r>
    </w:p>
    <w:p w:rsidR="002F0906" w:rsidRPr="005D10D0" w:rsidRDefault="002F0906" w:rsidP="00D76F2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Pr="005D10D0">
        <w:rPr>
          <w:b/>
          <w:bCs/>
          <w:sz w:val="28"/>
          <w:szCs w:val="28"/>
        </w:rPr>
        <w:t>ремя на подготовку – 2 часа (120 мин).</w:t>
      </w:r>
    </w:p>
    <w:p w:rsidR="002F0906" w:rsidRPr="005D10D0" w:rsidRDefault="002F0906" w:rsidP="004C44E0">
      <w:pPr>
        <w:rPr>
          <w:sz w:val="28"/>
          <w:szCs w:val="28"/>
        </w:rPr>
      </w:pPr>
    </w:p>
    <w:p w:rsidR="002F0906" w:rsidRPr="005D10D0" w:rsidRDefault="002F0906" w:rsidP="004C44E0">
      <w:pPr>
        <w:rPr>
          <w:b/>
          <w:bCs/>
          <w:color w:val="000000"/>
          <w:spacing w:val="3"/>
          <w:sz w:val="28"/>
          <w:szCs w:val="28"/>
          <w:shd w:val="clear" w:color="auto" w:fill="FFFFFF"/>
        </w:rPr>
      </w:pPr>
      <w:r w:rsidRPr="005D10D0">
        <w:rPr>
          <w:rStyle w:val="a"/>
          <w:i w:val="0"/>
          <w:iCs w:val="0"/>
          <w:color w:val="000000"/>
          <w:sz w:val="28"/>
          <w:szCs w:val="28"/>
        </w:rPr>
        <w:t>Задание 1.</w:t>
      </w:r>
      <w:r w:rsidRPr="005D10D0">
        <w:rPr>
          <w:rStyle w:val="BodyTextChar"/>
          <w:i/>
          <w:iCs/>
          <w:color w:val="000000"/>
          <w:sz w:val="28"/>
          <w:szCs w:val="28"/>
        </w:rPr>
        <w:t xml:space="preserve"> </w:t>
      </w:r>
      <w:r w:rsidRPr="005D10D0">
        <w:rPr>
          <w:rStyle w:val="BodyTextChar"/>
          <w:b/>
          <w:bCs/>
          <w:color w:val="000000"/>
          <w:sz w:val="28"/>
          <w:szCs w:val="28"/>
        </w:rPr>
        <w:t>Выберите по 1 верному ответу в каждом задании (2 балла за каждый правильный ответ, максимальный балл - 8).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62"/>
        <w:gridCol w:w="2357"/>
        <w:gridCol w:w="2357"/>
        <w:gridCol w:w="2261"/>
      </w:tblGrid>
      <w:tr w:rsidR="002F0906" w:rsidRPr="005D10D0">
        <w:trPr>
          <w:trHeight w:val="20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F0906" w:rsidRPr="005D10D0" w:rsidRDefault="002F0906" w:rsidP="00317AAB">
            <w:pPr>
              <w:jc w:val="center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1.1.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F0906" w:rsidRPr="005D10D0" w:rsidRDefault="002F0906" w:rsidP="00317AAB">
            <w:pPr>
              <w:jc w:val="center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1.2.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F0906" w:rsidRPr="005D10D0" w:rsidRDefault="002F0906" w:rsidP="00317AAB">
            <w:pPr>
              <w:jc w:val="center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1.3.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0906" w:rsidRPr="005D10D0" w:rsidRDefault="002F0906" w:rsidP="00317AAB">
            <w:pPr>
              <w:jc w:val="center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1.4.</w:t>
            </w:r>
          </w:p>
        </w:tc>
      </w:tr>
      <w:tr w:rsidR="002F0906" w:rsidRPr="005D10D0">
        <w:trPr>
          <w:trHeight w:val="20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906" w:rsidRPr="005D10D0" w:rsidRDefault="002F0906" w:rsidP="00317AAB">
            <w:pPr>
              <w:jc w:val="center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2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906" w:rsidRPr="005D10D0" w:rsidRDefault="002F0906" w:rsidP="00317AAB">
            <w:pPr>
              <w:jc w:val="center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1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906" w:rsidRPr="005D10D0" w:rsidRDefault="002F0906" w:rsidP="00317AAB">
            <w:pPr>
              <w:jc w:val="center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906" w:rsidRPr="005D10D0" w:rsidRDefault="002F0906" w:rsidP="00317AAB">
            <w:pPr>
              <w:jc w:val="center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1</w:t>
            </w:r>
          </w:p>
        </w:tc>
      </w:tr>
    </w:tbl>
    <w:p w:rsidR="002F0906" w:rsidRPr="005D10D0" w:rsidRDefault="002F0906">
      <w:pPr>
        <w:rPr>
          <w:sz w:val="28"/>
          <w:szCs w:val="28"/>
        </w:rPr>
      </w:pPr>
    </w:p>
    <w:p w:rsidR="002F0906" w:rsidRPr="005D10D0" w:rsidRDefault="002F0906">
      <w:pPr>
        <w:rPr>
          <w:b/>
          <w:bCs/>
          <w:sz w:val="28"/>
          <w:szCs w:val="28"/>
          <w:lang w:eastAsia="en-US"/>
        </w:rPr>
      </w:pPr>
      <w:r w:rsidRPr="005D10D0">
        <w:rPr>
          <w:b/>
          <w:bCs/>
          <w:i/>
          <w:iCs/>
          <w:sz w:val="28"/>
          <w:szCs w:val="28"/>
          <w:lang w:eastAsia="en-US"/>
        </w:rPr>
        <w:t>Задание 2.</w:t>
      </w:r>
      <w:r w:rsidRPr="005D10D0">
        <w:rPr>
          <w:sz w:val="28"/>
          <w:szCs w:val="28"/>
          <w:lang w:eastAsia="en-US"/>
        </w:rPr>
        <w:t xml:space="preserve"> </w:t>
      </w:r>
      <w:r w:rsidRPr="005D10D0">
        <w:rPr>
          <w:b/>
          <w:bCs/>
          <w:sz w:val="28"/>
          <w:szCs w:val="28"/>
          <w:lang w:eastAsia="en-US"/>
        </w:rPr>
        <w:t>Согласны ли вы с утверждениями (да, нет)? Ответы внесите в таблицу (по 1 баллу за каждый правильный ответ, максимальный балл - 5).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34"/>
        <w:gridCol w:w="1134"/>
        <w:gridCol w:w="1134"/>
        <w:gridCol w:w="1134"/>
        <w:gridCol w:w="1134"/>
      </w:tblGrid>
      <w:tr w:rsidR="002F0906" w:rsidRPr="005D10D0">
        <w:tc>
          <w:tcPr>
            <w:tcW w:w="1134" w:type="dxa"/>
          </w:tcPr>
          <w:p w:rsidR="002F0906" w:rsidRPr="005D10D0" w:rsidRDefault="002F0906" w:rsidP="00317A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  <w:lang w:val="en-US" w:eastAsia="en-US"/>
              </w:rPr>
            </w:pPr>
            <w:r w:rsidRPr="005D10D0">
              <w:rPr>
                <w:b/>
                <w:bCs/>
                <w:sz w:val="28"/>
                <w:szCs w:val="28"/>
                <w:lang w:eastAsia="en-US"/>
              </w:rPr>
              <w:t>2.</w:t>
            </w:r>
            <w:r w:rsidRPr="005D10D0">
              <w:rPr>
                <w:b/>
                <w:bCs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134" w:type="dxa"/>
          </w:tcPr>
          <w:p w:rsidR="002F0906" w:rsidRPr="005D10D0" w:rsidRDefault="002F0906" w:rsidP="00317A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5D10D0">
              <w:rPr>
                <w:b/>
                <w:bCs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1134" w:type="dxa"/>
          </w:tcPr>
          <w:p w:rsidR="002F0906" w:rsidRPr="005D10D0" w:rsidRDefault="002F0906" w:rsidP="00317A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5D10D0">
              <w:rPr>
                <w:b/>
                <w:bCs/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1134" w:type="dxa"/>
          </w:tcPr>
          <w:p w:rsidR="002F0906" w:rsidRPr="005D10D0" w:rsidRDefault="002F0906" w:rsidP="00317A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5D10D0">
              <w:rPr>
                <w:b/>
                <w:bCs/>
                <w:sz w:val="28"/>
                <w:szCs w:val="28"/>
                <w:lang w:eastAsia="en-US"/>
              </w:rPr>
              <w:t>2.4</w:t>
            </w:r>
          </w:p>
        </w:tc>
        <w:tc>
          <w:tcPr>
            <w:tcW w:w="1134" w:type="dxa"/>
          </w:tcPr>
          <w:p w:rsidR="002F0906" w:rsidRPr="005D10D0" w:rsidRDefault="002F0906" w:rsidP="00317A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5D10D0">
              <w:rPr>
                <w:b/>
                <w:bCs/>
                <w:sz w:val="28"/>
                <w:szCs w:val="28"/>
                <w:lang w:eastAsia="en-US"/>
              </w:rPr>
              <w:t>2.5</w:t>
            </w:r>
          </w:p>
        </w:tc>
      </w:tr>
      <w:tr w:rsidR="002F0906" w:rsidRPr="005D10D0">
        <w:tc>
          <w:tcPr>
            <w:tcW w:w="1134" w:type="dxa"/>
          </w:tcPr>
          <w:p w:rsidR="002F0906" w:rsidRPr="005D10D0" w:rsidRDefault="002F0906" w:rsidP="00317A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нет</w:t>
            </w:r>
          </w:p>
        </w:tc>
        <w:tc>
          <w:tcPr>
            <w:tcW w:w="1134" w:type="dxa"/>
          </w:tcPr>
          <w:p w:rsidR="002F0906" w:rsidRPr="005D10D0" w:rsidRDefault="002F0906" w:rsidP="00317A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нет</w:t>
            </w:r>
          </w:p>
        </w:tc>
        <w:tc>
          <w:tcPr>
            <w:tcW w:w="1134" w:type="dxa"/>
          </w:tcPr>
          <w:p w:rsidR="002F0906" w:rsidRPr="005D10D0" w:rsidRDefault="002F0906" w:rsidP="00317A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Нет</w:t>
            </w:r>
          </w:p>
        </w:tc>
        <w:tc>
          <w:tcPr>
            <w:tcW w:w="1134" w:type="dxa"/>
          </w:tcPr>
          <w:p w:rsidR="002F0906" w:rsidRPr="005D10D0" w:rsidRDefault="002F0906" w:rsidP="00317A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2F0906" w:rsidRPr="005D10D0" w:rsidRDefault="002F0906" w:rsidP="00317A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да</w:t>
            </w:r>
          </w:p>
        </w:tc>
      </w:tr>
    </w:tbl>
    <w:p w:rsidR="002F0906" w:rsidRPr="005D10D0" w:rsidRDefault="002F0906">
      <w:pPr>
        <w:rPr>
          <w:sz w:val="28"/>
          <w:szCs w:val="28"/>
        </w:rPr>
      </w:pPr>
    </w:p>
    <w:p w:rsidR="002F0906" w:rsidRDefault="002F0906">
      <w:pPr>
        <w:rPr>
          <w:b/>
          <w:bCs/>
          <w:sz w:val="28"/>
          <w:szCs w:val="28"/>
          <w:lang w:val="tt-RU"/>
        </w:rPr>
      </w:pPr>
      <w:r w:rsidRPr="005D10D0">
        <w:rPr>
          <w:b/>
          <w:bCs/>
          <w:i/>
          <w:iCs/>
          <w:sz w:val="28"/>
          <w:szCs w:val="28"/>
        </w:rPr>
        <w:t xml:space="preserve">Задание 3. </w:t>
      </w:r>
      <w:r w:rsidRPr="005D10D0">
        <w:rPr>
          <w:b/>
          <w:bCs/>
          <w:sz w:val="28"/>
          <w:szCs w:val="28"/>
          <w:lang w:val="tt-RU"/>
        </w:rPr>
        <w:t>Установите соответсвие между географическими названиями,  связанными с ними событиями, и их датой (по два балла за каждый полный верный столбец, максимальный балл - 8):</w:t>
      </w:r>
    </w:p>
    <w:p w:rsidR="002F0906" w:rsidRPr="005D10D0" w:rsidRDefault="002F0906">
      <w:pPr>
        <w:rPr>
          <w:b/>
          <w:bCs/>
          <w:i/>
          <w:i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22"/>
        <w:gridCol w:w="2576"/>
        <w:gridCol w:w="2563"/>
        <w:gridCol w:w="2560"/>
      </w:tblGrid>
      <w:tr w:rsidR="002F0906" w:rsidRPr="005D10D0">
        <w:tc>
          <w:tcPr>
            <w:tcW w:w="2799" w:type="dxa"/>
          </w:tcPr>
          <w:p w:rsidR="002F0906" w:rsidRPr="005D10D0" w:rsidRDefault="002F0906" w:rsidP="004C44E0">
            <w:pPr>
              <w:widowControl w:val="0"/>
              <w:jc w:val="center"/>
              <w:rPr>
                <w:sz w:val="28"/>
                <w:szCs w:val="28"/>
                <w:lang w:val="tt-RU"/>
              </w:rPr>
            </w:pPr>
            <w:r w:rsidRPr="005D10D0">
              <w:rPr>
                <w:sz w:val="28"/>
                <w:szCs w:val="28"/>
                <w:lang w:val="tt-RU"/>
              </w:rPr>
              <w:t>Калка</w:t>
            </w:r>
          </w:p>
        </w:tc>
        <w:tc>
          <w:tcPr>
            <w:tcW w:w="2635" w:type="dxa"/>
          </w:tcPr>
          <w:p w:rsidR="002F0906" w:rsidRPr="005D10D0" w:rsidRDefault="002F0906" w:rsidP="004C44E0">
            <w:pPr>
              <w:widowControl w:val="0"/>
              <w:jc w:val="center"/>
              <w:rPr>
                <w:sz w:val="28"/>
                <w:szCs w:val="28"/>
                <w:lang w:val="tt-RU"/>
              </w:rPr>
            </w:pPr>
            <w:r w:rsidRPr="005D10D0">
              <w:rPr>
                <w:sz w:val="28"/>
                <w:szCs w:val="28"/>
                <w:lang w:val="tt-RU"/>
              </w:rPr>
              <w:t>Шелонь</w:t>
            </w:r>
          </w:p>
        </w:tc>
        <w:tc>
          <w:tcPr>
            <w:tcW w:w="2635" w:type="dxa"/>
          </w:tcPr>
          <w:p w:rsidR="002F0906" w:rsidRPr="005D10D0" w:rsidRDefault="002F0906" w:rsidP="004C44E0">
            <w:pPr>
              <w:widowControl w:val="0"/>
              <w:jc w:val="center"/>
              <w:rPr>
                <w:sz w:val="28"/>
                <w:szCs w:val="28"/>
                <w:lang w:val="tt-RU"/>
              </w:rPr>
            </w:pPr>
            <w:r w:rsidRPr="005D10D0">
              <w:rPr>
                <w:sz w:val="28"/>
                <w:szCs w:val="28"/>
                <w:lang w:val="tt-RU"/>
              </w:rPr>
              <w:t>Вожа</w:t>
            </w:r>
          </w:p>
        </w:tc>
        <w:tc>
          <w:tcPr>
            <w:tcW w:w="2635" w:type="dxa"/>
          </w:tcPr>
          <w:p w:rsidR="002F0906" w:rsidRPr="005D10D0" w:rsidRDefault="002F0906" w:rsidP="004C44E0">
            <w:pPr>
              <w:widowControl w:val="0"/>
              <w:jc w:val="center"/>
              <w:rPr>
                <w:sz w:val="28"/>
                <w:szCs w:val="28"/>
                <w:lang w:val="tt-RU"/>
              </w:rPr>
            </w:pPr>
            <w:r w:rsidRPr="005D10D0">
              <w:rPr>
                <w:sz w:val="28"/>
                <w:szCs w:val="28"/>
                <w:lang w:val="tt-RU"/>
              </w:rPr>
              <w:t>Нева</w:t>
            </w:r>
          </w:p>
        </w:tc>
      </w:tr>
      <w:tr w:rsidR="002F0906" w:rsidRPr="005D10D0">
        <w:tc>
          <w:tcPr>
            <w:tcW w:w="2799" w:type="dxa"/>
          </w:tcPr>
          <w:p w:rsidR="002F0906" w:rsidRPr="005D10D0" w:rsidRDefault="002F0906" w:rsidP="004C44E0">
            <w:pPr>
              <w:widowControl w:val="0"/>
              <w:jc w:val="center"/>
              <w:rPr>
                <w:sz w:val="28"/>
                <w:szCs w:val="28"/>
                <w:lang w:val="tt-RU"/>
              </w:rPr>
            </w:pPr>
            <w:r w:rsidRPr="005D10D0">
              <w:rPr>
                <w:sz w:val="28"/>
                <w:szCs w:val="28"/>
                <w:lang w:val="tt-RU"/>
              </w:rPr>
              <w:t>3</w:t>
            </w:r>
          </w:p>
        </w:tc>
        <w:tc>
          <w:tcPr>
            <w:tcW w:w="2635" w:type="dxa"/>
          </w:tcPr>
          <w:p w:rsidR="002F0906" w:rsidRPr="005D10D0" w:rsidRDefault="002F0906" w:rsidP="004C44E0">
            <w:pPr>
              <w:widowControl w:val="0"/>
              <w:jc w:val="center"/>
              <w:rPr>
                <w:sz w:val="28"/>
                <w:szCs w:val="28"/>
                <w:lang w:val="tt-RU"/>
              </w:rPr>
            </w:pPr>
            <w:r w:rsidRPr="005D10D0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2635" w:type="dxa"/>
          </w:tcPr>
          <w:p w:rsidR="002F0906" w:rsidRPr="005D10D0" w:rsidRDefault="002F0906" w:rsidP="004C44E0">
            <w:pPr>
              <w:widowControl w:val="0"/>
              <w:jc w:val="center"/>
              <w:rPr>
                <w:sz w:val="28"/>
                <w:szCs w:val="28"/>
                <w:lang w:val="tt-RU"/>
              </w:rPr>
            </w:pPr>
            <w:r w:rsidRPr="005D10D0">
              <w:rPr>
                <w:sz w:val="28"/>
                <w:szCs w:val="28"/>
                <w:lang w:val="tt-RU"/>
              </w:rPr>
              <w:t>4</w:t>
            </w:r>
          </w:p>
        </w:tc>
        <w:tc>
          <w:tcPr>
            <w:tcW w:w="2635" w:type="dxa"/>
          </w:tcPr>
          <w:p w:rsidR="002F0906" w:rsidRPr="005D10D0" w:rsidRDefault="002F0906" w:rsidP="004C44E0">
            <w:pPr>
              <w:widowControl w:val="0"/>
              <w:jc w:val="center"/>
              <w:rPr>
                <w:sz w:val="28"/>
                <w:szCs w:val="28"/>
                <w:lang w:val="tt-RU"/>
              </w:rPr>
            </w:pPr>
            <w:r w:rsidRPr="005D10D0">
              <w:rPr>
                <w:sz w:val="28"/>
                <w:szCs w:val="28"/>
                <w:lang w:val="tt-RU"/>
              </w:rPr>
              <w:t>2</w:t>
            </w:r>
          </w:p>
        </w:tc>
      </w:tr>
      <w:tr w:rsidR="002F0906" w:rsidRPr="005D10D0">
        <w:tc>
          <w:tcPr>
            <w:tcW w:w="2799" w:type="dxa"/>
          </w:tcPr>
          <w:p w:rsidR="002F0906" w:rsidRPr="005D10D0" w:rsidRDefault="002F0906" w:rsidP="004C44E0">
            <w:pPr>
              <w:widowControl w:val="0"/>
              <w:jc w:val="center"/>
              <w:rPr>
                <w:sz w:val="28"/>
                <w:szCs w:val="28"/>
                <w:lang w:val="tt-RU"/>
              </w:rPr>
            </w:pPr>
            <w:r w:rsidRPr="005D10D0">
              <w:rPr>
                <w:sz w:val="28"/>
                <w:szCs w:val="28"/>
                <w:lang w:val="tt-RU"/>
              </w:rPr>
              <w:t>А</w:t>
            </w:r>
          </w:p>
        </w:tc>
        <w:tc>
          <w:tcPr>
            <w:tcW w:w="2635" w:type="dxa"/>
          </w:tcPr>
          <w:p w:rsidR="002F0906" w:rsidRPr="005D10D0" w:rsidRDefault="002F0906" w:rsidP="004C44E0">
            <w:pPr>
              <w:widowControl w:val="0"/>
              <w:jc w:val="center"/>
              <w:rPr>
                <w:sz w:val="28"/>
                <w:szCs w:val="28"/>
                <w:lang w:val="tt-RU"/>
              </w:rPr>
            </w:pPr>
            <w:r w:rsidRPr="005D10D0">
              <w:rPr>
                <w:sz w:val="28"/>
                <w:szCs w:val="28"/>
                <w:lang w:val="tt-RU"/>
              </w:rPr>
              <w:t>Г</w:t>
            </w:r>
          </w:p>
        </w:tc>
        <w:tc>
          <w:tcPr>
            <w:tcW w:w="2635" w:type="dxa"/>
          </w:tcPr>
          <w:p w:rsidR="002F0906" w:rsidRPr="005D10D0" w:rsidRDefault="002F0906" w:rsidP="004C44E0">
            <w:pPr>
              <w:widowControl w:val="0"/>
              <w:jc w:val="center"/>
              <w:rPr>
                <w:sz w:val="28"/>
                <w:szCs w:val="28"/>
                <w:lang w:val="tt-RU"/>
              </w:rPr>
            </w:pPr>
            <w:r w:rsidRPr="005D10D0">
              <w:rPr>
                <w:sz w:val="28"/>
                <w:szCs w:val="28"/>
                <w:lang w:val="tt-RU"/>
              </w:rPr>
              <w:t>Б</w:t>
            </w:r>
          </w:p>
        </w:tc>
        <w:tc>
          <w:tcPr>
            <w:tcW w:w="2635" w:type="dxa"/>
          </w:tcPr>
          <w:p w:rsidR="002F0906" w:rsidRPr="005D10D0" w:rsidRDefault="002F0906" w:rsidP="004C44E0">
            <w:pPr>
              <w:widowControl w:val="0"/>
              <w:jc w:val="center"/>
              <w:rPr>
                <w:sz w:val="28"/>
                <w:szCs w:val="28"/>
                <w:lang w:val="tt-RU"/>
              </w:rPr>
            </w:pPr>
            <w:r w:rsidRPr="005D10D0">
              <w:rPr>
                <w:sz w:val="28"/>
                <w:szCs w:val="28"/>
                <w:lang w:val="tt-RU"/>
              </w:rPr>
              <w:t>В</w:t>
            </w:r>
          </w:p>
        </w:tc>
      </w:tr>
    </w:tbl>
    <w:p w:rsidR="002F0906" w:rsidRPr="005D10D0" w:rsidRDefault="002F0906">
      <w:pPr>
        <w:rPr>
          <w:sz w:val="28"/>
          <w:szCs w:val="28"/>
        </w:rPr>
      </w:pPr>
    </w:p>
    <w:p w:rsidR="002F0906" w:rsidRPr="005D10D0" w:rsidRDefault="002F0906" w:rsidP="00E2061D">
      <w:pPr>
        <w:jc w:val="both"/>
        <w:rPr>
          <w:b/>
          <w:bCs/>
          <w:sz w:val="28"/>
          <w:szCs w:val="28"/>
        </w:rPr>
      </w:pPr>
      <w:r w:rsidRPr="005D10D0">
        <w:rPr>
          <w:b/>
          <w:bCs/>
          <w:color w:val="000000"/>
          <w:spacing w:val="1"/>
          <w:sz w:val="28"/>
          <w:szCs w:val="28"/>
        </w:rPr>
        <w:t>Задание 4.</w:t>
      </w:r>
      <w:r w:rsidRPr="005D10D0">
        <w:rPr>
          <w:i/>
          <w:iCs/>
          <w:color w:val="000000"/>
          <w:spacing w:val="3"/>
          <w:sz w:val="28"/>
          <w:szCs w:val="28"/>
        </w:rPr>
        <w:t xml:space="preserve"> </w:t>
      </w:r>
      <w:r w:rsidRPr="005D10D0">
        <w:rPr>
          <w:b/>
          <w:bCs/>
          <w:color w:val="000000"/>
          <w:spacing w:val="3"/>
          <w:sz w:val="28"/>
          <w:szCs w:val="28"/>
        </w:rPr>
        <w:t>Что объединяет понятия, события, имена образующие каждый из представленных рядов? Дайте краткий ответ (2 балла за каждое задание, максимальный балл – 8):</w:t>
      </w:r>
    </w:p>
    <w:p w:rsidR="002F0906" w:rsidRPr="005D10D0" w:rsidRDefault="002F0906" w:rsidP="00F579A3">
      <w:pPr>
        <w:jc w:val="both"/>
        <w:rPr>
          <w:sz w:val="28"/>
          <w:szCs w:val="28"/>
        </w:rPr>
      </w:pPr>
      <w:r w:rsidRPr="005D10D0">
        <w:rPr>
          <w:sz w:val="28"/>
          <w:szCs w:val="28"/>
        </w:rPr>
        <w:t>4.1. Категории зависимых крестьян (термин «крепостные» недопустим»).</w:t>
      </w:r>
    </w:p>
    <w:p w:rsidR="002F0906" w:rsidRPr="005D10D0" w:rsidRDefault="002F0906" w:rsidP="00F579A3">
      <w:pPr>
        <w:jc w:val="both"/>
        <w:rPr>
          <w:sz w:val="28"/>
          <w:szCs w:val="28"/>
        </w:rPr>
      </w:pPr>
      <w:r w:rsidRPr="005D10D0">
        <w:rPr>
          <w:sz w:val="28"/>
          <w:szCs w:val="28"/>
        </w:rPr>
        <w:t>4.2. Участники Ливонской войны (допустимо – Ливонская война).</w:t>
      </w:r>
    </w:p>
    <w:p w:rsidR="002F0906" w:rsidRPr="005D10D0" w:rsidRDefault="002F0906" w:rsidP="00F579A3">
      <w:pPr>
        <w:rPr>
          <w:sz w:val="28"/>
          <w:szCs w:val="28"/>
        </w:rPr>
      </w:pPr>
      <w:r w:rsidRPr="005D10D0">
        <w:rPr>
          <w:sz w:val="28"/>
          <w:szCs w:val="28"/>
        </w:rPr>
        <w:t>4.3. Князь Дмитрий Донской (деятельность Дмитрия Донского и т.п.)</w:t>
      </w:r>
    </w:p>
    <w:p w:rsidR="002F0906" w:rsidRPr="005D10D0" w:rsidRDefault="002F0906" w:rsidP="00F579A3">
      <w:pPr>
        <w:rPr>
          <w:sz w:val="28"/>
          <w:szCs w:val="28"/>
        </w:rPr>
      </w:pPr>
    </w:p>
    <w:p w:rsidR="002F0906" w:rsidRPr="005D10D0" w:rsidRDefault="002F0906" w:rsidP="00F579A3">
      <w:pPr>
        <w:jc w:val="both"/>
        <w:rPr>
          <w:b/>
          <w:bCs/>
          <w:sz w:val="28"/>
          <w:szCs w:val="28"/>
        </w:rPr>
      </w:pPr>
      <w:r w:rsidRPr="005D10D0">
        <w:rPr>
          <w:b/>
          <w:bCs/>
          <w:i/>
          <w:iCs/>
          <w:color w:val="000000"/>
          <w:spacing w:val="1"/>
          <w:sz w:val="28"/>
          <w:szCs w:val="28"/>
        </w:rPr>
        <w:t>Задание 5.</w:t>
      </w:r>
      <w:r w:rsidRPr="005D10D0">
        <w:rPr>
          <w:color w:val="000000"/>
          <w:spacing w:val="3"/>
          <w:sz w:val="28"/>
          <w:szCs w:val="28"/>
        </w:rPr>
        <w:t xml:space="preserve"> </w:t>
      </w:r>
      <w:r w:rsidRPr="005D10D0">
        <w:rPr>
          <w:b/>
          <w:bCs/>
          <w:color w:val="000000"/>
          <w:spacing w:val="3"/>
          <w:sz w:val="28"/>
          <w:szCs w:val="28"/>
        </w:rPr>
        <w:t>Установите соответствия. Запишите в таблицу выбранные цифры под соответствующими буквами. (3 балла за каждую правильно указанную цифру, максимальный балл - 15):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95"/>
        <w:gridCol w:w="1595"/>
        <w:gridCol w:w="1595"/>
        <w:gridCol w:w="1595"/>
        <w:gridCol w:w="1596"/>
      </w:tblGrid>
      <w:tr w:rsidR="002F0906" w:rsidRPr="005D10D0">
        <w:tc>
          <w:tcPr>
            <w:tcW w:w="1595" w:type="dxa"/>
          </w:tcPr>
          <w:p w:rsidR="002F0906" w:rsidRPr="005D10D0" w:rsidRDefault="002F0906" w:rsidP="00F579A3">
            <w:pPr>
              <w:jc w:val="center"/>
              <w:rPr>
                <w:b/>
                <w:bCs/>
                <w:sz w:val="28"/>
                <w:szCs w:val="28"/>
              </w:rPr>
            </w:pPr>
            <w:r w:rsidRPr="005D10D0"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595" w:type="dxa"/>
          </w:tcPr>
          <w:p w:rsidR="002F0906" w:rsidRPr="005D10D0" w:rsidRDefault="002F0906" w:rsidP="00F579A3">
            <w:pPr>
              <w:jc w:val="center"/>
              <w:rPr>
                <w:b/>
                <w:bCs/>
                <w:sz w:val="28"/>
                <w:szCs w:val="28"/>
              </w:rPr>
            </w:pPr>
            <w:r w:rsidRPr="005D10D0">
              <w:rPr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595" w:type="dxa"/>
          </w:tcPr>
          <w:p w:rsidR="002F0906" w:rsidRPr="005D10D0" w:rsidRDefault="002F0906" w:rsidP="00F579A3">
            <w:pPr>
              <w:jc w:val="center"/>
              <w:rPr>
                <w:b/>
                <w:bCs/>
                <w:sz w:val="28"/>
                <w:szCs w:val="28"/>
              </w:rPr>
            </w:pPr>
            <w:r w:rsidRPr="005D10D0">
              <w:rPr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595" w:type="dxa"/>
          </w:tcPr>
          <w:p w:rsidR="002F0906" w:rsidRPr="005D10D0" w:rsidRDefault="002F0906" w:rsidP="00F579A3">
            <w:pPr>
              <w:jc w:val="center"/>
              <w:rPr>
                <w:b/>
                <w:bCs/>
                <w:sz w:val="28"/>
                <w:szCs w:val="28"/>
              </w:rPr>
            </w:pPr>
            <w:r w:rsidRPr="005D10D0">
              <w:rPr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1596" w:type="dxa"/>
          </w:tcPr>
          <w:p w:rsidR="002F0906" w:rsidRPr="005D10D0" w:rsidRDefault="002F0906" w:rsidP="00F579A3">
            <w:pPr>
              <w:jc w:val="center"/>
              <w:rPr>
                <w:b/>
                <w:bCs/>
                <w:sz w:val="28"/>
                <w:szCs w:val="28"/>
              </w:rPr>
            </w:pPr>
            <w:r w:rsidRPr="005D10D0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F0906" w:rsidRPr="005D10D0">
        <w:tc>
          <w:tcPr>
            <w:tcW w:w="1595" w:type="dxa"/>
          </w:tcPr>
          <w:p w:rsidR="002F0906" w:rsidRPr="005D10D0" w:rsidRDefault="002F0906" w:rsidP="00F579A3">
            <w:pPr>
              <w:jc w:val="center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2F0906" w:rsidRPr="005D10D0" w:rsidRDefault="002F0906" w:rsidP="00F579A3">
            <w:pPr>
              <w:jc w:val="center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1</w:t>
            </w:r>
          </w:p>
        </w:tc>
        <w:tc>
          <w:tcPr>
            <w:tcW w:w="1595" w:type="dxa"/>
          </w:tcPr>
          <w:p w:rsidR="002F0906" w:rsidRPr="005D10D0" w:rsidRDefault="002F0906" w:rsidP="00F579A3">
            <w:pPr>
              <w:jc w:val="center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6</w:t>
            </w:r>
          </w:p>
        </w:tc>
        <w:tc>
          <w:tcPr>
            <w:tcW w:w="1595" w:type="dxa"/>
          </w:tcPr>
          <w:p w:rsidR="002F0906" w:rsidRPr="005D10D0" w:rsidRDefault="002F0906" w:rsidP="00F579A3">
            <w:pPr>
              <w:jc w:val="center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5</w:t>
            </w:r>
          </w:p>
        </w:tc>
        <w:tc>
          <w:tcPr>
            <w:tcW w:w="1596" w:type="dxa"/>
          </w:tcPr>
          <w:p w:rsidR="002F0906" w:rsidRPr="005D10D0" w:rsidRDefault="002F0906" w:rsidP="00F579A3">
            <w:pPr>
              <w:jc w:val="center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2</w:t>
            </w:r>
          </w:p>
        </w:tc>
      </w:tr>
    </w:tbl>
    <w:p w:rsidR="002F0906" w:rsidRPr="005D10D0" w:rsidRDefault="002F0906" w:rsidP="00F579A3">
      <w:pPr>
        <w:rPr>
          <w:sz w:val="28"/>
          <w:szCs w:val="28"/>
        </w:rPr>
      </w:pPr>
    </w:p>
    <w:p w:rsidR="002F0906" w:rsidRPr="005D10D0" w:rsidRDefault="002F0906" w:rsidP="00790537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5D10D0">
        <w:rPr>
          <w:b/>
          <w:bCs/>
          <w:i/>
          <w:iCs/>
          <w:sz w:val="28"/>
          <w:szCs w:val="28"/>
        </w:rPr>
        <w:t xml:space="preserve">Задание 6. </w:t>
      </w:r>
      <w:r w:rsidRPr="005D10D0">
        <w:rPr>
          <w:b/>
          <w:bCs/>
          <w:sz w:val="28"/>
          <w:szCs w:val="28"/>
        </w:rPr>
        <w:t>Ученик подготовил иллюстративный материал для презентации по теме:</w:t>
      </w:r>
    </w:p>
    <w:p w:rsidR="002F0906" w:rsidRDefault="002F0906" w:rsidP="00380E58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5D10D0">
        <w:rPr>
          <w:b/>
          <w:bCs/>
          <w:sz w:val="28"/>
          <w:szCs w:val="28"/>
        </w:rPr>
        <w:t xml:space="preserve">«Лица средневековой Руси: с древнейших времен до конца </w:t>
      </w:r>
      <w:r w:rsidRPr="005D10D0">
        <w:rPr>
          <w:b/>
          <w:bCs/>
          <w:sz w:val="28"/>
          <w:szCs w:val="28"/>
          <w:lang w:val="en-US"/>
        </w:rPr>
        <w:t>XVI</w:t>
      </w:r>
      <w:r w:rsidRPr="005D10D0">
        <w:rPr>
          <w:b/>
          <w:bCs/>
          <w:sz w:val="28"/>
          <w:szCs w:val="28"/>
        </w:rPr>
        <w:t xml:space="preserve"> века». Однако учитель обнаружил среди представленных иллюстраций, изображения, которые нельзя отнести к данному периоду. Помогите ученику исправить ошибки. Отберите верные иллюстрации и подпишите представленных на них личностей. Ответ внесите в таблицу, выписав порядковые номера нужных иллюстраций и сделав подписи к ним (максимальный балл – 16).</w:t>
      </w:r>
    </w:p>
    <w:p w:rsidR="002F0906" w:rsidRPr="005D10D0" w:rsidRDefault="002F0906" w:rsidP="00380E58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4962"/>
      </w:tblGrid>
      <w:tr w:rsidR="002F0906" w:rsidRPr="005D10D0">
        <w:tc>
          <w:tcPr>
            <w:tcW w:w="675" w:type="dxa"/>
          </w:tcPr>
          <w:p w:rsidR="002F0906" w:rsidRPr="005D10D0" w:rsidRDefault="002F0906" w:rsidP="00790537">
            <w:pPr>
              <w:jc w:val="both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:rsidR="002F0906" w:rsidRPr="005D10D0" w:rsidRDefault="002F0906" w:rsidP="00790537">
            <w:pPr>
              <w:jc w:val="both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Имя</w:t>
            </w:r>
          </w:p>
        </w:tc>
      </w:tr>
      <w:tr w:rsidR="002F0906" w:rsidRPr="005D10D0">
        <w:tc>
          <w:tcPr>
            <w:tcW w:w="675" w:type="dxa"/>
          </w:tcPr>
          <w:p w:rsidR="002F0906" w:rsidRPr="005D10D0" w:rsidRDefault="002F0906" w:rsidP="00790537">
            <w:pPr>
              <w:jc w:val="both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1.</w:t>
            </w:r>
          </w:p>
        </w:tc>
        <w:tc>
          <w:tcPr>
            <w:tcW w:w="4962" w:type="dxa"/>
          </w:tcPr>
          <w:p w:rsidR="002F0906" w:rsidRPr="005D10D0" w:rsidRDefault="002F0906" w:rsidP="00790537">
            <w:pPr>
              <w:jc w:val="both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Ярослав Мудрый</w:t>
            </w:r>
          </w:p>
        </w:tc>
      </w:tr>
      <w:tr w:rsidR="002F0906" w:rsidRPr="005D10D0">
        <w:tc>
          <w:tcPr>
            <w:tcW w:w="675" w:type="dxa"/>
          </w:tcPr>
          <w:p w:rsidR="002F0906" w:rsidRPr="005D10D0" w:rsidRDefault="002F0906" w:rsidP="00790537">
            <w:pPr>
              <w:jc w:val="both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3.</w:t>
            </w:r>
          </w:p>
        </w:tc>
        <w:tc>
          <w:tcPr>
            <w:tcW w:w="4962" w:type="dxa"/>
          </w:tcPr>
          <w:p w:rsidR="002F0906" w:rsidRPr="005D10D0" w:rsidRDefault="002F0906" w:rsidP="00790537">
            <w:pPr>
              <w:jc w:val="both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Андрей Боголюбский</w:t>
            </w:r>
          </w:p>
        </w:tc>
      </w:tr>
      <w:tr w:rsidR="002F0906" w:rsidRPr="005D10D0">
        <w:tc>
          <w:tcPr>
            <w:tcW w:w="675" w:type="dxa"/>
          </w:tcPr>
          <w:p w:rsidR="002F0906" w:rsidRPr="005D10D0" w:rsidRDefault="002F0906" w:rsidP="00790537">
            <w:pPr>
              <w:jc w:val="both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5.</w:t>
            </w:r>
          </w:p>
        </w:tc>
        <w:tc>
          <w:tcPr>
            <w:tcW w:w="4962" w:type="dxa"/>
          </w:tcPr>
          <w:p w:rsidR="002F0906" w:rsidRPr="005D10D0" w:rsidRDefault="002F0906" w:rsidP="00790537">
            <w:pPr>
              <w:jc w:val="both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Нестор</w:t>
            </w:r>
          </w:p>
        </w:tc>
      </w:tr>
      <w:tr w:rsidR="002F0906" w:rsidRPr="005D10D0">
        <w:tc>
          <w:tcPr>
            <w:tcW w:w="675" w:type="dxa"/>
          </w:tcPr>
          <w:p w:rsidR="002F0906" w:rsidRPr="005D10D0" w:rsidRDefault="002F0906" w:rsidP="00790537">
            <w:pPr>
              <w:jc w:val="both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6.</w:t>
            </w:r>
          </w:p>
        </w:tc>
        <w:tc>
          <w:tcPr>
            <w:tcW w:w="4962" w:type="dxa"/>
          </w:tcPr>
          <w:p w:rsidR="002F0906" w:rsidRPr="005D10D0" w:rsidRDefault="002F0906" w:rsidP="00790537">
            <w:pPr>
              <w:jc w:val="both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Батый</w:t>
            </w:r>
          </w:p>
        </w:tc>
      </w:tr>
      <w:tr w:rsidR="002F0906" w:rsidRPr="005D10D0">
        <w:tc>
          <w:tcPr>
            <w:tcW w:w="675" w:type="dxa"/>
          </w:tcPr>
          <w:p w:rsidR="002F0906" w:rsidRPr="005D10D0" w:rsidRDefault="002F0906" w:rsidP="00790537">
            <w:pPr>
              <w:jc w:val="both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7.</w:t>
            </w:r>
          </w:p>
        </w:tc>
        <w:tc>
          <w:tcPr>
            <w:tcW w:w="4962" w:type="dxa"/>
          </w:tcPr>
          <w:p w:rsidR="002F0906" w:rsidRPr="005D10D0" w:rsidRDefault="002F0906" w:rsidP="00790537">
            <w:pPr>
              <w:jc w:val="both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Ягайло</w:t>
            </w:r>
          </w:p>
        </w:tc>
      </w:tr>
      <w:tr w:rsidR="002F0906" w:rsidRPr="005D10D0">
        <w:tc>
          <w:tcPr>
            <w:tcW w:w="675" w:type="dxa"/>
          </w:tcPr>
          <w:p w:rsidR="002F0906" w:rsidRPr="005D10D0" w:rsidRDefault="002F0906" w:rsidP="00790537">
            <w:pPr>
              <w:jc w:val="both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8.</w:t>
            </w:r>
          </w:p>
        </w:tc>
        <w:tc>
          <w:tcPr>
            <w:tcW w:w="4962" w:type="dxa"/>
          </w:tcPr>
          <w:p w:rsidR="002F0906" w:rsidRPr="005D10D0" w:rsidRDefault="002F0906" w:rsidP="00790537">
            <w:pPr>
              <w:jc w:val="both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 xml:space="preserve">Иван </w:t>
            </w:r>
            <w:r w:rsidRPr="005D10D0">
              <w:rPr>
                <w:sz w:val="28"/>
                <w:szCs w:val="28"/>
                <w:lang w:val="en-US"/>
              </w:rPr>
              <w:t>III</w:t>
            </w:r>
            <w:r w:rsidRPr="005D10D0">
              <w:rPr>
                <w:sz w:val="28"/>
                <w:szCs w:val="28"/>
              </w:rPr>
              <w:t xml:space="preserve"> Великий</w:t>
            </w:r>
          </w:p>
        </w:tc>
      </w:tr>
      <w:tr w:rsidR="002F0906" w:rsidRPr="005D10D0">
        <w:trPr>
          <w:trHeight w:val="397"/>
        </w:trPr>
        <w:tc>
          <w:tcPr>
            <w:tcW w:w="675" w:type="dxa"/>
          </w:tcPr>
          <w:p w:rsidR="002F0906" w:rsidRPr="005D10D0" w:rsidRDefault="002F0906" w:rsidP="00790537">
            <w:pPr>
              <w:jc w:val="both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  <w:lang w:val="en-US"/>
              </w:rPr>
              <w:t>1</w:t>
            </w:r>
            <w:r w:rsidRPr="005D10D0">
              <w:rPr>
                <w:sz w:val="28"/>
                <w:szCs w:val="28"/>
              </w:rPr>
              <w:t>0.</w:t>
            </w:r>
          </w:p>
        </w:tc>
        <w:tc>
          <w:tcPr>
            <w:tcW w:w="4962" w:type="dxa"/>
          </w:tcPr>
          <w:p w:rsidR="002F0906" w:rsidRPr="005D10D0" w:rsidRDefault="002F0906" w:rsidP="00790537">
            <w:pPr>
              <w:jc w:val="both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 xml:space="preserve">Иван </w:t>
            </w:r>
            <w:r w:rsidRPr="005D10D0">
              <w:rPr>
                <w:sz w:val="28"/>
                <w:szCs w:val="28"/>
                <w:lang w:val="en-US"/>
              </w:rPr>
              <w:t>IV</w:t>
            </w:r>
            <w:r w:rsidRPr="005D10D0">
              <w:rPr>
                <w:sz w:val="28"/>
                <w:szCs w:val="28"/>
              </w:rPr>
              <w:t xml:space="preserve"> Грозный</w:t>
            </w:r>
          </w:p>
        </w:tc>
      </w:tr>
      <w:tr w:rsidR="002F0906" w:rsidRPr="005D10D0">
        <w:tc>
          <w:tcPr>
            <w:tcW w:w="675" w:type="dxa"/>
          </w:tcPr>
          <w:p w:rsidR="002F0906" w:rsidRPr="005D10D0" w:rsidRDefault="002F0906" w:rsidP="00790537">
            <w:pPr>
              <w:jc w:val="both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12.</w:t>
            </w:r>
          </w:p>
        </w:tc>
        <w:tc>
          <w:tcPr>
            <w:tcW w:w="4962" w:type="dxa"/>
          </w:tcPr>
          <w:p w:rsidR="002F0906" w:rsidRPr="005D10D0" w:rsidRDefault="002F0906" w:rsidP="00790537">
            <w:pPr>
              <w:jc w:val="both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Ермак</w:t>
            </w:r>
          </w:p>
        </w:tc>
      </w:tr>
    </w:tbl>
    <w:p w:rsidR="002F0906" w:rsidRDefault="002F0906" w:rsidP="00F579A3">
      <w:pPr>
        <w:rPr>
          <w:sz w:val="28"/>
          <w:szCs w:val="28"/>
        </w:rPr>
      </w:pPr>
    </w:p>
    <w:p w:rsidR="002F0906" w:rsidRDefault="002F0906" w:rsidP="00F579A3">
      <w:pPr>
        <w:rPr>
          <w:b/>
          <w:bCs/>
          <w:sz w:val="28"/>
          <w:szCs w:val="28"/>
        </w:rPr>
      </w:pPr>
      <w:r w:rsidRPr="005D10D0">
        <w:rPr>
          <w:b/>
          <w:bCs/>
          <w:i/>
          <w:iCs/>
          <w:sz w:val="28"/>
          <w:szCs w:val="28"/>
        </w:rPr>
        <w:t>Задание 7</w:t>
      </w:r>
      <w:r w:rsidRPr="005D10D0">
        <w:rPr>
          <w:b/>
          <w:bCs/>
          <w:sz w:val="28"/>
          <w:szCs w:val="28"/>
        </w:rPr>
        <w:t>. Перед Вами карта двух основных торговых путей Древнерусского государства – «Пути из варяг в греки» (слева) и Волжско-Каспийского (справа). Ваша задача – исходя из содержания карты и собственных знаний, заполнить таблицу (за каждый правильный ответ по 2 балла, максимальный балл - 20 баллов).</w:t>
      </w:r>
    </w:p>
    <w:p w:rsidR="002F0906" w:rsidRPr="005D10D0" w:rsidRDefault="002F0906" w:rsidP="00F579A3">
      <w:pPr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2F0906" w:rsidRPr="005D10D0">
        <w:tc>
          <w:tcPr>
            <w:tcW w:w="3190" w:type="dxa"/>
          </w:tcPr>
          <w:p w:rsidR="002F0906" w:rsidRPr="005D10D0" w:rsidRDefault="002F0906" w:rsidP="00EB4961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5D10D0">
              <w:rPr>
                <w:b/>
                <w:bCs/>
                <w:sz w:val="28"/>
                <w:szCs w:val="28"/>
              </w:rPr>
              <w:t>Торговый путь</w:t>
            </w:r>
          </w:p>
        </w:tc>
        <w:tc>
          <w:tcPr>
            <w:tcW w:w="3190" w:type="dxa"/>
          </w:tcPr>
          <w:p w:rsidR="002F0906" w:rsidRPr="005D10D0" w:rsidRDefault="002F0906" w:rsidP="00EB4961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5D10D0">
              <w:rPr>
                <w:b/>
                <w:bCs/>
                <w:sz w:val="28"/>
                <w:szCs w:val="28"/>
              </w:rPr>
              <w:t>«Путь из варяг в греки»</w:t>
            </w:r>
          </w:p>
        </w:tc>
        <w:tc>
          <w:tcPr>
            <w:tcW w:w="3191" w:type="dxa"/>
          </w:tcPr>
          <w:p w:rsidR="002F0906" w:rsidRPr="005D10D0" w:rsidRDefault="002F0906" w:rsidP="00EB4961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5D10D0">
              <w:rPr>
                <w:b/>
                <w:bCs/>
                <w:sz w:val="28"/>
                <w:szCs w:val="28"/>
              </w:rPr>
              <w:t>Волжско-Каспийский</w:t>
            </w:r>
          </w:p>
        </w:tc>
      </w:tr>
      <w:tr w:rsidR="002F0906" w:rsidRPr="005D10D0">
        <w:tc>
          <w:tcPr>
            <w:tcW w:w="3190" w:type="dxa"/>
          </w:tcPr>
          <w:p w:rsidR="002F0906" w:rsidRPr="005D10D0" w:rsidRDefault="002F0906" w:rsidP="00EB4961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5D10D0">
              <w:rPr>
                <w:b/>
                <w:bCs/>
                <w:sz w:val="28"/>
                <w:szCs w:val="28"/>
              </w:rPr>
              <w:t>Начало пути</w:t>
            </w:r>
          </w:p>
        </w:tc>
        <w:tc>
          <w:tcPr>
            <w:tcW w:w="3190" w:type="dxa"/>
          </w:tcPr>
          <w:p w:rsidR="002F0906" w:rsidRPr="005D10D0" w:rsidRDefault="002F0906" w:rsidP="00EB49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Скандинавия</w:t>
            </w:r>
          </w:p>
        </w:tc>
        <w:tc>
          <w:tcPr>
            <w:tcW w:w="3191" w:type="dxa"/>
          </w:tcPr>
          <w:p w:rsidR="002F0906" w:rsidRPr="005D10D0" w:rsidRDefault="002F0906" w:rsidP="00EB49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Скандинавия</w:t>
            </w:r>
          </w:p>
        </w:tc>
      </w:tr>
      <w:tr w:rsidR="002F0906" w:rsidRPr="005D10D0">
        <w:tc>
          <w:tcPr>
            <w:tcW w:w="3190" w:type="dxa"/>
          </w:tcPr>
          <w:p w:rsidR="002F0906" w:rsidRPr="005D10D0" w:rsidRDefault="002F0906" w:rsidP="00380E5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D10D0">
              <w:rPr>
                <w:b/>
                <w:bCs/>
                <w:sz w:val="28"/>
                <w:szCs w:val="28"/>
              </w:rPr>
              <w:t>Через какие моря идет (в скобках укажите современные названия)</w:t>
            </w:r>
          </w:p>
        </w:tc>
        <w:tc>
          <w:tcPr>
            <w:tcW w:w="3190" w:type="dxa"/>
          </w:tcPr>
          <w:p w:rsidR="002F0906" w:rsidRPr="005D10D0" w:rsidRDefault="002F0906" w:rsidP="00EB496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 xml:space="preserve"> - Варяжское </w:t>
            </w:r>
            <w:r w:rsidRPr="005D10D0">
              <w:rPr>
                <w:b/>
                <w:bCs/>
                <w:sz w:val="28"/>
                <w:szCs w:val="28"/>
              </w:rPr>
              <w:t>(Балтийское)</w:t>
            </w:r>
          </w:p>
          <w:p w:rsidR="002F0906" w:rsidRPr="005D10D0" w:rsidRDefault="002F0906" w:rsidP="00EB496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 xml:space="preserve">- Русское </w:t>
            </w:r>
            <w:r w:rsidRPr="005D10D0">
              <w:rPr>
                <w:b/>
                <w:bCs/>
                <w:sz w:val="28"/>
                <w:szCs w:val="28"/>
              </w:rPr>
              <w:t>(Черное)</w:t>
            </w:r>
          </w:p>
        </w:tc>
        <w:tc>
          <w:tcPr>
            <w:tcW w:w="3191" w:type="dxa"/>
          </w:tcPr>
          <w:p w:rsidR="002F0906" w:rsidRPr="005D10D0" w:rsidRDefault="002F0906" w:rsidP="00EB496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 xml:space="preserve">- Варяжское </w:t>
            </w:r>
            <w:r w:rsidRPr="005D10D0">
              <w:rPr>
                <w:b/>
                <w:bCs/>
                <w:sz w:val="28"/>
                <w:szCs w:val="28"/>
              </w:rPr>
              <w:t>(Балтийское)</w:t>
            </w:r>
          </w:p>
          <w:p w:rsidR="002F0906" w:rsidRPr="005D10D0" w:rsidRDefault="002F0906" w:rsidP="00EB4961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 xml:space="preserve">- Хвалынское </w:t>
            </w:r>
            <w:r w:rsidRPr="005D10D0">
              <w:rPr>
                <w:b/>
                <w:bCs/>
                <w:sz w:val="28"/>
                <w:szCs w:val="28"/>
              </w:rPr>
              <w:t>(Каспийское)</w:t>
            </w:r>
          </w:p>
        </w:tc>
      </w:tr>
      <w:tr w:rsidR="002F0906" w:rsidRPr="005D10D0">
        <w:tc>
          <w:tcPr>
            <w:tcW w:w="3190" w:type="dxa"/>
          </w:tcPr>
          <w:p w:rsidR="002F0906" w:rsidRPr="005D10D0" w:rsidRDefault="002F0906" w:rsidP="00380E5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D10D0">
              <w:rPr>
                <w:b/>
                <w:bCs/>
                <w:sz w:val="28"/>
                <w:szCs w:val="28"/>
              </w:rPr>
              <w:t>Через какие реки идет (в скобках укажите современные названия)</w:t>
            </w:r>
          </w:p>
        </w:tc>
        <w:tc>
          <w:tcPr>
            <w:tcW w:w="3190" w:type="dxa"/>
          </w:tcPr>
          <w:p w:rsidR="002F0906" w:rsidRPr="005D10D0" w:rsidRDefault="002F0906" w:rsidP="00EB496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 xml:space="preserve">- Борисфен </w:t>
            </w:r>
            <w:r w:rsidRPr="005D10D0">
              <w:rPr>
                <w:b/>
                <w:bCs/>
                <w:sz w:val="28"/>
                <w:szCs w:val="28"/>
              </w:rPr>
              <w:t>(Днепр)</w:t>
            </w:r>
          </w:p>
        </w:tc>
        <w:tc>
          <w:tcPr>
            <w:tcW w:w="3191" w:type="dxa"/>
          </w:tcPr>
          <w:p w:rsidR="002F0906" w:rsidRPr="005D10D0" w:rsidRDefault="002F0906" w:rsidP="00EB496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 xml:space="preserve">- Итиль </w:t>
            </w:r>
            <w:r w:rsidRPr="005D10D0">
              <w:rPr>
                <w:b/>
                <w:bCs/>
                <w:sz w:val="28"/>
                <w:szCs w:val="28"/>
              </w:rPr>
              <w:t>(Волга)</w:t>
            </w:r>
          </w:p>
        </w:tc>
      </w:tr>
      <w:tr w:rsidR="002F0906" w:rsidRPr="005D10D0">
        <w:tc>
          <w:tcPr>
            <w:tcW w:w="3190" w:type="dxa"/>
          </w:tcPr>
          <w:p w:rsidR="002F0906" w:rsidRPr="005D10D0" w:rsidRDefault="002F0906" w:rsidP="00380E5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D10D0">
              <w:rPr>
                <w:b/>
                <w:bCs/>
                <w:sz w:val="28"/>
                <w:szCs w:val="28"/>
              </w:rPr>
              <w:t>Территории государств, через которые он пролегает</w:t>
            </w:r>
          </w:p>
        </w:tc>
        <w:tc>
          <w:tcPr>
            <w:tcW w:w="3190" w:type="dxa"/>
          </w:tcPr>
          <w:p w:rsidR="002F0906" w:rsidRPr="005D10D0" w:rsidRDefault="002F0906" w:rsidP="00EB49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Древнерусское государство</w:t>
            </w:r>
          </w:p>
        </w:tc>
        <w:tc>
          <w:tcPr>
            <w:tcW w:w="3191" w:type="dxa"/>
          </w:tcPr>
          <w:p w:rsidR="002F0906" w:rsidRPr="005D10D0" w:rsidRDefault="002F0906" w:rsidP="00380E58">
            <w:pPr>
              <w:spacing w:line="360" w:lineRule="auto"/>
              <w:rPr>
                <w:sz w:val="28"/>
                <w:szCs w:val="28"/>
              </w:rPr>
            </w:pPr>
            <w:r w:rsidRPr="005D10D0">
              <w:rPr>
                <w:sz w:val="28"/>
                <w:szCs w:val="28"/>
              </w:rPr>
              <w:t>Древнерусское государство, (</w:t>
            </w:r>
            <w:r w:rsidRPr="005D10D0">
              <w:rPr>
                <w:b/>
                <w:bCs/>
                <w:sz w:val="28"/>
                <w:szCs w:val="28"/>
              </w:rPr>
              <w:t>Волжская Булгария),</w:t>
            </w:r>
          </w:p>
          <w:p w:rsidR="002F0906" w:rsidRPr="005D10D0" w:rsidRDefault="002F0906" w:rsidP="00380E5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D10D0">
              <w:rPr>
                <w:b/>
                <w:bCs/>
                <w:sz w:val="28"/>
                <w:szCs w:val="28"/>
              </w:rPr>
              <w:t>(Хазарский каганат)</w:t>
            </w:r>
          </w:p>
          <w:p w:rsidR="002F0906" w:rsidRPr="005D10D0" w:rsidRDefault="002F0906" w:rsidP="00380E58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5D10D0">
              <w:rPr>
                <w:i/>
                <w:iCs/>
                <w:sz w:val="28"/>
                <w:szCs w:val="28"/>
              </w:rPr>
              <w:t>(в любом порядке)</w:t>
            </w:r>
          </w:p>
        </w:tc>
      </w:tr>
      <w:tr w:rsidR="002F0906" w:rsidRPr="005D10D0">
        <w:tc>
          <w:tcPr>
            <w:tcW w:w="3190" w:type="dxa"/>
          </w:tcPr>
          <w:p w:rsidR="002F0906" w:rsidRPr="005D10D0" w:rsidRDefault="002F0906" w:rsidP="00380E5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D10D0">
              <w:rPr>
                <w:b/>
                <w:bCs/>
                <w:sz w:val="28"/>
                <w:szCs w:val="28"/>
              </w:rPr>
              <w:t>Конец пути</w:t>
            </w:r>
          </w:p>
        </w:tc>
        <w:tc>
          <w:tcPr>
            <w:tcW w:w="3190" w:type="dxa"/>
          </w:tcPr>
          <w:p w:rsidR="002F0906" w:rsidRPr="005D10D0" w:rsidRDefault="002F0906" w:rsidP="00EB49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10D0">
              <w:rPr>
                <w:b/>
                <w:bCs/>
                <w:sz w:val="28"/>
                <w:szCs w:val="28"/>
              </w:rPr>
              <w:t>(Византийская)</w:t>
            </w:r>
            <w:r w:rsidRPr="005D10D0">
              <w:rPr>
                <w:sz w:val="28"/>
                <w:szCs w:val="28"/>
              </w:rPr>
              <w:t xml:space="preserve"> империя</w:t>
            </w:r>
          </w:p>
        </w:tc>
        <w:tc>
          <w:tcPr>
            <w:tcW w:w="3191" w:type="dxa"/>
          </w:tcPr>
          <w:p w:rsidR="002F0906" w:rsidRPr="005D10D0" w:rsidRDefault="002F0906" w:rsidP="00EB49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10D0">
              <w:rPr>
                <w:b/>
                <w:bCs/>
                <w:sz w:val="28"/>
                <w:szCs w:val="28"/>
              </w:rPr>
              <w:t>(Арабский)</w:t>
            </w:r>
            <w:r w:rsidRPr="005D10D0">
              <w:rPr>
                <w:sz w:val="28"/>
                <w:szCs w:val="28"/>
              </w:rPr>
              <w:t xml:space="preserve"> халифат </w:t>
            </w:r>
          </w:p>
        </w:tc>
      </w:tr>
    </w:tbl>
    <w:p w:rsidR="002F0906" w:rsidRDefault="002F0906" w:rsidP="00F579A3">
      <w:pPr>
        <w:rPr>
          <w:sz w:val="28"/>
          <w:szCs w:val="28"/>
        </w:rPr>
      </w:pPr>
    </w:p>
    <w:p w:rsidR="002F0906" w:rsidRPr="005D10D0" w:rsidRDefault="002F0906" w:rsidP="00F579A3">
      <w:pPr>
        <w:rPr>
          <w:sz w:val="28"/>
          <w:szCs w:val="28"/>
        </w:rPr>
      </w:pPr>
    </w:p>
    <w:p w:rsidR="002F0906" w:rsidRDefault="002F0906" w:rsidP="00B65675">
      <w:pPr>
        <w:rPr>
          <w:b/>
          <w:bCs/>
          <w:sz w:val="28"/>
          <w:szCs w:val="28"/>
        </w:rPr>
      </w:pPr>
      <w:r w:rsidRPr="005D10D0">
        <w:rPr>
          <w:b/>
          <w:bCs/>
          <w:i/>
          <w:iCs/>
          <w:sz w:val="28"/>
          <w:szCs w:val="28"/>
        </w:rPr>
        <w:t>Задание 8.</w:t>
      </w:r>
      <w:r w:rsidRPr="005D10D0">
        <w:rPr>
          <w:b/>
          <w:bCs/>
          <w:sz w:val="28"/>
          <w:szCs w:val="28"/>
        </w:rPr>
        <w:t xml:space="preserve"> Прочитайте текст и, основываясь на нём и ваших знаниях по истории, ответьте на вопросы: 1, 2, 4 вопросы по 2 балла, 3 – 4 балла, мини-сочинение – 10 баллов (максимальный балл – 20)</w:t>
      </w:r>
    </w:p>
    <w:p w:rsidR="002F0906" w:rsidRPr="00D76F21" w:rsidRDefault="002F0906" w:rsidP="00B65675">
      <w:pPr>
        <w:rPr>
          <w:b/>
          <w:bCs/>
          <w:sz w:val="16"/>
          <w:szCs w:val="16"/>
        </w:rPr>
      </w:pPr>
    </w:p>
    <w:p w:rsidR="002F0906" w:rsidRPr="005D10D0" w:rsidRDefault="002F0906" w:rsidP="00B6567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D10D0">
        <w:rPr>
          <w:b/>
          <w:bCs/>
          <w:sz w:val="28"/>
          <w:szCs w:val="28"/>
        </w:rPr>
        <w:t xml:space="preserve">Как прозвали потомки великого князя Дмитрия Ивановича? </w:t>
      </w:r>
      <w:r w:rsidRPr="005D10D0">
        <w:rPr>
          <w:sz w:val="28"/>
          <w:szCs w:val="28"/>
        </w:rPr>
        <w:t xml:space="preserve"> </w:t>
      </w:r>
      <w:r w:rsidRPr="005D10D0">
        <w:rPr>
          <w:b/>
          <w:bCs/>
          <w:i/>
          <w:iCs/>
          <w:sz w:val="28"/>
          <w:szCs w:val="28"/>
          <w:u w:val="single"/>
        </w:rPr>
        <w:t xml:space="preserve">Донским  </w:t>
      </w:r>
      <w:r w:rsidRPr="005D10D0">
        <w:rPr>
          <w:b/>
          <w:bCs/>
          <w:sz w:val="28"/>
          <w:szCs w:val="28"/>
        </w:rPr>
        <w:t>(2 балла)</w:t>
      </w:r>
    </w:p>
    <w:p w:rsidR="002F0906" w:rsidRPr="00D76F21" w:rsidRDefault="002F0906" w:rsidP="00B65675">
      <w:pPr>
        <w:pStyle w:val="ListParagraph"/>
        <w:rPr>
          <w:sz w:val="16"/>
          <w:szCs w:val="16"/>
        </w:rPr>
      </w:pPr>
    </w:p>
    <w:p w:rsidR="002F0906" w:rsidRPr="005D10D0" w:rsidRDefault="002F0906" w:rsidP="00B65675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5D10D0">
        <w:rPr>
          <w:b/>
          <w:bCs/>
          <w:sz w:val="28"/>
          <w:szCs w:val="28"/>
        </w:rPr>
        <w:t>С каким государством разрывал Михаил Тверской военный союз?</w:t>
      </w:r>
    </w:p>
    <w:p w:rsidR="002F0906" w:rsidRPr="005D10D0" w:rsidRDefault="002F0906" w:rsidP="00B65675">
      <w:pPr>
        <w:pStyle w:val="ListParagraph"/>
        <w:rPr>
          <w:b/>
          <w:bCs/>
          <w:sz w:val="28"/>
          <w:szCs w:val="28"/>
        </w:rPr>
      </w:pPr>
      <w:r w:rsidRPr="005D10D0">
        <w:rPr>
          <w:b/>
          <w:bCs/>
          <w:i/>
          <w:iCs/>
          <w:sz w:val="28"/>
          <w:szCs w:val="28"/>
          <w:u w:val="single"/>
        </w:rPr>
        <w:t xml:space="preserve">С Великим княжеством Литовским (ВКЛ,  Литвой)  </w:t>
      </w:r>
      <w:r w:rsidRPr="005D10D0">
        <w:rPr>
          <w:b/>
          <w:bCs/>
          <w:sz w:val="28"/>
          <w:szCs w:val="28"/>
        </w:rPr>
        <w:t>(2 балла)</w:t>
      </w:r>
    </w:p>
    <w:p w:rsidR="002F0906" w:rsidRPr="00D76F21" w:rsidRDefault="002F0906" w:rsidP="00B65675">
      <w:pPr>
        <w:rPr>
          <w:b/>
          <w:bCs/>
          <w:sz w:val="16"/>
          <w:szCs w:val="16"/>
        </w:rPr>
      </w:pPr>
    </w:p>
    <w:p w:rsidR="002F0906" w:rsidRDefault="002F0906" w:rsidP="00B65675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5D10D0">
        <w:rPr>
          <w:b/>
          <w:bCs/>
          <w:sz w:val="28"/>
          <w:szCs w:val="28"/>
        </w:rPr>
        <w:t>Какие обязательства по отношению к Орде берёт на себя тверской князь? (Допустимы</w:t>
      </w:r>
      <w:r>
        <w:rPr>
          <w:b/>
          <w:bCs/>
          <w:sz w:val="28"/>
          <w:szCs w:val="28"/>
        </w:rPr>
        <w:t>:</w:t>
      </w:r>
      <w:r w:rsidRPr="005D10D0">
        <w:rPr>
          <w:b/>
          <w:bCs/>
          <w:sz w:val="28"/>
          <w:szCs w:val="28"/>
        </w:rPr>
        <w:t xml:space="preserve"> ответ своими словами или точное цитирование фрагмента, но не бездумное переписывание, максимальный балл -4)</w:t>
      </w:r>
    </w:p>
    <w:p w:rsidR="002F0906" w:rsidRPr="00D76F21" w:rsidRDefault="002F0906" w:rsidP="005D10D0">
      <w:pPr>
        <w:pStyle w:val="ListParagraph"/>
        <w:ind w:left="644"/>
        <w:rPr>
          <w:b/>
          <w:bCs/>
          <w:sz w:val="16"/>
          <w:szCs w:val="16"/>
        </w:rPr>
      </w:pPr>
      <w:bookmarkStart w:id="0" w:name="_GoBack"/>
      <w:bookmarkEnd w:id="0"/>
    </w:p>
    <w:p w:rsidR="002F0906" w:rsidRPr="005D10D0" w:rsidRDefault="002F0906" w:rsidP="00B65675">
      <w:pPr>
        <w:pStyle w:val="ListParagraph"/>
        <w:rPr>
          <w:b/>
          <w:bCs/>
          <w:i/>
          <w:iCs/>
          <w:sz w:val="28"/>
          <w:szCs w:val="28"/>
          <w:u w:val="single"/>
        </w:rPr>
      </w:pPr>
      <w:r w:rsidRPr="005D10D0">
        <w:rPr>
          <w:b/>
          <w:bCs/>
          <w:i/>
          <w:iCs/>
          <w:sz w:val="28"/>
          <w:szCs w:val="28"/>
          <w:u w:val="single"/>
        </w:rPr>
        <w:t>1)</w:t>
      </w:r>
      <w:r w:rsidRPr="005D10D0">
        <w:rPr>
          <w:b/>
          <w:bCs/>
          <w:i/>
          <w:iCs/>
          <w:sz w:val="28"/>
          <w:szCs w:val="28"/>
          <w:u w:val="single"/>
          <w:lang w:eastAsia="en-US"/>
        </w:rPr>
        <w:t xml:space="preserve"> «А будут нас сводить с княжения татары и станут предлагать тебе нашу вотчину, великое княжение, и тебе его не брать до самой смерти».</w:t>
      </w:r>
    </w:p>
    <w:p w:rsidR="002F0906" w:rsidRPr="005D10D0" w:rsidRDefault="002F0906" w:rsidP="00B65675">
      <w:pPr>
        <w:pStyle w:val="ListParagraph"/>
        <w:rPr>
          <w:b/>
          <w:bCs/>
          <w:i/>
          <w:iCs/>
          <w:sz w:val="28"/>
          <w:szCs w:val="28"/>
          <w:u w:val="single"/>
        </w:rPr>
      </w:pPr>
      <w:r w:rsidRPr="005D10D0">
        <w:rPr>
          <w:b/>
          <w:bCs/>
          <w:i/>
          <w:iCs/>
          <w:sz w:val="28"/>
          <w:szCs w:val="28"/>
          <w:u w:val="single"/>
        </w:rPr>
        <w:t>2) «</w:t>
      </w:r>
      <w:r w:rsidRPr="005D10D0">
        <w:rPr>
          <w:b/>
          <w:bCs/>
          <w:i/>
          <w:iCs/>
          <w:sz w:val="28"/>
          <w:szCs w:val="28"/>
          <w:u w:val="single"/>
          <w:lang w:eastAsia="en-US"/>
        </w:rPr>
        <w:t>А если у нас с татарами будет мир, то и у всех мир</w:t>
      </w:r>
      <w:r w:rsidRPr="005D10D0">
        <w:rPr>
          <w:b/>
          <w:bCs/>
          <w:i/>
          <w:iCs/>
          <w:sz w:val="28"/>
          <w:szCs w:val="28"/>
          <w:u w:val="single"/>
        </w:rPr>
        <w:t>»</w:t>
      </w:r>
    </w:p>
    <w:p w:rsidR="002F0906" w:rsidRPr="005D10D0" w:rsidRDefault="002F0906" w:rsidP="00B65675">
      <w:pPr>
        <w:pStyle w:val="ListParagraph"/>
        <w:rPr>
          <w:b/>
          <w:bCs/>
          <w:i/>
          <w:iCs/>
          <w:sz w:val="28"/>
          <w:szCs w:val="28"/>
          <w:u w:val="single"/>
        </w:rPr>
      </w:pPr>
      <w:r w:rsidRPr="005D10D0">
        <w:rPr>
          <w:b/>
          <w:bCs/>
          <w:i/>
          <w:iCs/>
          <w:sz w:val="28"/>
          <w:szCs w:val="28"/>
          <w:u w:val="single"/>
        </w:rPr>
        <w:t>3) «</w:t>
      </w:r>
      <w:r w:rsidRPr="005D10D0">
        <w:rPr>
          <w:b/>
          <w:bCs/>
          <w:i/>
          <w:iCs/>
          <w:sz w:val="28"/>
          <w:szCs w:val="28"/>
          <w:u w:val="single"/>
          <w:lang w:eastAsia="en-US"/>
        </w:rPr>
        <w:t>А если нужно будет платить выход, всем платить, а не будем платить — никому не платить</w:t>
      </w:r>
      <w:r w:rsidRPr="005D10D0">
        <w:rPr>
          <w:b/>
          <w:bCs/>
          <w:i/>
          <w:iCs/>
          <w:sz w:val="28"/>
          <w:szCs w:val="28"/>
          <w:u w:val="single"/>
        </w:rPr>
        <w:t>».</w:t>
      </w:r>
    </w:p>
    <w:p w:rsidR="002F0906" w:rsidRDefault="002F0906" w:rsidP="00B65675">
      <w:pPr>
        <w:pStyle w:val="ListParagraph"/>
        <w:rPr>
          <w:b/>
          <w:bCs/>
          <w:i/>
          <w:iCs/>
          <w:sz w:val="28"/>
          <w:szCs w:val="28"/>
          <w:u w:val="single"/>
        </w:rPr>
      </w:pPr>
      <w:r w:rsidRPr="005D10D0">
        <w:rPr>
          <w:b/>
          <w:bCs/>
          <w:i/>
          <w:iCs/>
          <w:sz w:val="28"/>
          <w:szCs w:val="28"/>
          <w:u w:val="single"/>
        </w:rPr>
        <w:t>4) «</w:t>
      </w:r>
      <w:r w:rsidRPr="005D10D0">
        <w:rPr>
          <w:b/>
          <w:bCs/>
          <w:i/>
          <w:iCs/>
          <w:sz w:val="28"/>
          <w:szCs w:val="28"/>
          <w:u w:val="single"/>
          <w:lang w:eastAsia="en-US"/>
        </w:rPr>
        <w:t>А пойдут татары на нас или на тебя, биться нам и тебе в союзе против них. И если мы пойдем на них, и тебе с нами в союзе идти на них</w:t>
      </w:r>
      <w:r w:rsidRPr="005D10D0">
        <w:rPr>
          <w:b/>
          <w:bCs/>
          <w:i/>
          <w:iCs/>
          <w:sz w:val="28"/>
          <w:szCs w:val="28"/>
          <w:u w:val="single"/>
        </w:rPr>
        <w:t xml:space="preserve">».  </w:t>
      </w:r>
    </w:p>
    <w:p w:rsidR="002F0906" w:rsidRPr="00D76F21" w:rsidRDefault="002F0906" w:rsidP="00B65675">
      <w:pPr>
        <w:pStyle w:val="ListParagraph"/>
        <w:rPr>
          <w:b/>
          <w:bCs/>
          <w:sz w:val="16"/>
          <w:szCs w:val="16"/>
        </w:rPr>
      </w:pPr>
    </w:p>
    <w:p w:rsidR="002F0906" w:rsidRPr="005D10D0" w:rsidRDefault="002F0906" w:rsidP="00B65675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5D10D0">
        <w:rPr>
          <w:b/>
          <w:bCs/>
          <w:sz w:val="28"/>
          <w:szCs w:val="28"/>
        </w:rPr>
        <w:t>Напишите, сдержал ли Михаил Александрович свои обещания в 1380 и 1382 годах?</w:t>
      </w:r>
    </w:p>
    <w:p w:rsidR="002F0906" w:rsidRPr="005D10D0" w:rsidRDefault="002F0906" w:rsidP="00B65675">
      <w:pPr>
        <w:pStyle w:val="ListParagraph"/>
        <w:rPr>
          <w:b/>
          <w:bCs/>
          <w:sz w:val="28"/>
          <w:szCs w:val="28"/>
        </w:rPr>
      </w:pPr>
      <w:r w:rsidRPr="005D10D0">
        <w:rPr>
          <w:b/>
          <w:bCs/>
          <w:i/>
          <w:iCs/>
          <w:sz w:val="28"/>
          <w:szCs w:val="28"/>
          <w:u w:val="single"/>
        </w:rPr>
        <w:t>Нет, не сдержал.</w:t>
      </w:r>
      <w:r w:rsidRPr="005D10D0">
        <w:rPr>
          <w:b/>
          <w:bCs/>
          <w:i/>
          <w:iCs/>
          <w:sz w:val="28"/>
          <w:szCs w:val="28"/>
        </w:rPr>
        <w:t xml:space="preserve">  </w:t>
      </w:r>
      <w:r w:rsidRPr="005D10D0">
        <w:rPr>
          <w:b/>
          <w:bCs/>
          <w:sz w:val="28"/>
          <w:szCs w:val="28"/>
        </w:rPr>
        <w:t>(2 балла)</w:t>
      </w:r>
    </w:p>
    <w:p w:rsidR="002F0906" w:rsidRPr="00D76F21" w:rsidRDefault="002F0906" w:rsidP="00B65675">
      <w:pPr>
        <w:pStyle w:val="ListParagraph"/>
        <w:rPr>
          <w:b/>
          <w:bCs/>
          <w:sz w:val="16"/>
          <w:szCs w:val="16"/>
        </w:rPr>
      </w:pPr>
    </w:p>
    <w:p w:rsidR="002F0906" w:rsidRDefault="002F0906" w:rsidP="00B65675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5D10D0">
        <w:rPr>
          <w:b/>
          <w:bCs/>
          <w:sz w:val="28"/>
          <w:szCs w:val="28"/>
        </w:rPr>
        <w:t xml:space="preserve">Напишите мини-сочинение на тему «Дмитрий Иванович Донской впервые …», жюри  оценивает полноту (4 балла) и последовательность ответа (2 балла),  корректность используемых терминов и фактов (2 балла), убедительность аргументации (2 балла),  максимальный балл-10. </w:t>
      </w:r>
    </w:p>
    <w:p w:rsidR="002F0906" w:rsidRPr="00D76F21" w:rsidRDefault="002F0906" w:rsidP="005D10D0">
      <w:pPr>
        <w:pStyle w:val="ListParagraph"/>
        <w:ind w:left="644"/>
        <w:rPr>
          <w:b/>
          <w:bCs/>
          <w:sz w:val="16"/>
          <w:szCs w:val="16"/>
        </w:rPr>
      </w:pPr>
    </w:p>
    <w:p w:rsidR="002F0906" w:rsidRPr="005D10D0" w:rsidRDefault="002F0906" w:rsidP="00D76F21">
      <w:pPr>
        <w:pStyle w:val="ListParagraph"/>
        <w:ind w:left="0"/>
        <w:rPr>
          <w:sz w:val="28"/>
          <w:szCs w:val="28"/>
        </w:rPr>
      </w:pPr>
      <w:r w:rsidRPr="005D10D0">
        <w:rPr>
          <w:b/>
          <w:bCs/>
          <w:sz w:val="28"/>
          <w:szCs w:val="28"/>
        </w:rPr>
        <w:t xml:space="preserve">Полным </w:t>
      </w:r>
      <w:r w:rsidRPr="005D10D0">
        <w:rPr>
          <w:sz w:val="28"/>
          <w:szCs w:val="28"/>
        </w:rPr>
        <w:t xml:space="preserve">ответ считается, если участник олимпиады  называет половину и больше половины положений: </w:t>
      </w:r>
    </w:p>
    <w:p w:rsidR="002F0906" w:rsidRPr="005D10D0" w:rsidRDefault="002F0906" w:rsidP="00D76F21">
      <w:pPr>
        <w:pStyle w:val="ListParagraph"/>
        <w:ind w:left="0"/>
        <w:rPr>
          <w:sz w:val="28"/>
          <w:szCs w:val="28"/>
        </w:rPr>
      </w:pPr>
      <w:r w:rsidRPr="005D10D0">
        <w:rPr>
          <w:sz w:val="28"/>
          <w:szCs w:val="28"/>
        </w:rPr>
        <w:t>-стал московским князем в 9-летнем возрасте, получение «золотого ярлыка» на великое владимирское княжение в 13-летнем возрасте,</w:t>
      </w:r>
    </w:p>
    <w:p w:rsidR="002F0906" w:rsidRPr="005D10D0" w:rsidRDefault="002F0906" w:rsidP="00D76F21">
      <w:pPr>
        <w:pStyle w:val="ListParagraph"/>
        <w:ind w:left="0"/>
        <w:rPr>
          <w:sz w:val="28"/>
          <w:szCs w:val="28"/>
        </w:rPr>
      </w:pPr>
      <w:r w:rsidRPr="005D10D0">
        <w:rPr>
          <w:sz w:val="28"/>
          <w:szCs w:val="28"/>
        </w:rPr>
        <w:t>-строительство белокаменного Кремля в Москве,</w:t>
      </w:r>
    </w:p>
    <w:p w:rsidR="002F0906" w:rsidRPr="005D10D0" w:rsidRDefault="002F0906" w:rsidP="00D76F21">
      <w:pPr>
        <w:pStyle w:val="ListParagraph"/>
        <w:ind w:left="0"/>
        <w:rPr>
          <w:sz w:val="28"/>
          <w:szCs w:val="28"/>
        </w:rPr>
      </w:pPr>
      <w:r w:rsidRPr="005D10D0">
        <w:rPr>
          <w:sz w:val="28"/>
          <w:szCs w:val="28"/>
        </w:rPr>
        <w:t>-прекратил выплату ордынского «выхода»,</w:t>
      </w:r>
    </w:p>
    <w:p w:rsidR="002F0906" w:rsidRPr="005D10D0" w:rsidRDefault="002F0906" w:rsidP="00D76F21">
      <w:pPr>
        <w:pStyle w:val="ListParagraph"/>
        <w:ind w:left="0"/>
        <w:rPr>
          <w:sz w:val="28"/>
          <w:szCs w:val="28"/>
        </w:rPr>
      </w:pPr>
      <w:r w:rsidRPr="005D10D0">
        <w:rPr>
          <w:sz w:val="28"/>
          <w:szCs w:val="28"/>
        </w:rPr>
        <w:t>-первые крупные победы над ордынцами – на Воже и Куликовом поле,</w:t>
      </w:r>
    </w:p>
    <w:p w:rsidR="002F0906" w:rsidRPr="005D10D0" w:rsidRDefault="002F0906" w:rsidP="00D76F21">
      <w:pPr>
        <w:pStyle w:val="ListParagraph"/>
        <w:ind w:left="0"/>
        <w:rPr>
          <w:sz w:val="28"/>
          <w:szCs w:val="28"/>
        </w:rPr>
      </w:pPr>
      <w:r w:rsidRPr="005D10D0">
        <w:rPr>
          <w:sz w:val="28"/>
          <w:szCs w:val="28"/>
        </w:rPr>
        <w:t>-сохранил великое княжение после боевых действий против ордынцев;</w:t>
      </w:r>
    </w:p>
    <w:p w:rsidR="002F0906" w:rsidRDefault="002F0906" w:rsidP="00D76F21">
      <w:pPr>
        <w:pStyle w:val="ListParagraph"/>
        <w:ind w:left="0"/>
        <w:rPr>
          <w:sz w:val="28"/>
          <w:szCs w:val="28"/>
        </w:rPr>
      </w:pPr>
      <w:r w:rsidRPr="005D10D0">
        <w:rPr>
          <w:sz w:val="28"/>
          <w:szCs w:val="28"/>
        </w:rPr>
        <w:t xml:space="preserve">-передал великое владимирское княжение своему сыну Василию </w:t>
      </w:r>
      <w:r w:rsidRPr="005D10D0">
        <w:rPr>
          <w:sz w:val="28"/>
          <w:szCs w:val="28"/>
          <w:lang w:val="en-US"/>
        </w:rPr>
        <w:t>I</w:t>
      </w:r>
      <w:r w:rsidRPr="005D10D0">
        <w:rPr>
          <w:sz w:val="28"/>
          <w:szCs w:val="28"/>
        </w:rPr>
        <w:t xml:space="preserve"> Дмитриевичу по завещанию как вотчину.</w:t>
      </w:r>
    </w:p>
    <w:p w:rsidR="002F0906" w:rsidRPr="005D10D0" w:rsidRDefault="002F0906" w:rsidP="005904D8">
      <w:pPr>
        <w:pStyle w:val="ListParagraph"/>
        <w:ind w:left="644"/>
        <w:rPr>
          <w:sz w:val="28"/>
          <w:szCs w:val="28"/>
        </w:rPr>
      </w:pPr>
    </w:p>
    <w:p w:rsidR="002F0906" w:rsidRDefault="002F0906" w:rsidP="005904D8">
      <w:pPr>
        <w:pStyle w:val="ListParagraph"/>
        <w:ind w:left="644"/>
        <w:rPr>
          <w:sz w:val="28"/>
          <w:szCs w:val="28"/>
        </w:rPr>
      </w:pPr>
      <w:r w:rsidRPr="005D10D0">
        <w:rPr>
          <w:sz w:val="28"/>
          <w:szCs w:val="28"/>
        </w:rPr>
        <w:tab/>
      </w:r>
      <w:r w:rsidRPr="005D10D0">
        <w:rPr>
          <w:b/>
          <w:bCs/>
          <w:sz w:val="28"/>
          <w:szCs w:val="28"/>
        </w:rPr>
        <w:t>Последовательным</w:t>
      </w:r>
      <w:r w:rsidRPr="005D10D0">
        <w:rPr>
          <w:sz w:val="28"/>
          <w:szCs w:val="28"/>
        </w:rPr>
        <w:t xml:space="preserve"> является ответ, который содержит изложение событий в хронологической последовательности и  непротиворечивые утверждения.</w:t>
      </w:r>
    </w:p>
    <w:p w:rsidR="002F0906" w:rsidRPr="005D10D0" w:rsidRDefault="002F0906" w:rsidP="005904D8">
      <w:pPr>
        <w:pStyle w:val="ListParagraph"/>
        <w:ind w:left="644"/>
        <w:rPr>
          <w:sz w:val="28"/>
          <w:szCs w:val="28"/>
        </w:rPr>
      </w:pPr>
    </w:p>
    <w:p w:rsidR="002F0906" w:rsidRDefault="002F0906" w:rsidP="005904D8">
      <w:pPr>
        <w:pStyle w:val="ListParagraph"/>
        <w:ind w:left="644"/>
        <w:rPr>
          <w:sz w:val="28"/>
          <w:szCs w:val="28"/>
        </w:rPr>
      </w:pPr>
      <w:r w:rsidRPr="005D10D0">
        <w:rPr>
          <w:b/>
          <w:bCs/>
          <w:sz w:val="28"/>
          <w:szCs w:val="28"/>
        </w:rPr>
        <w:t xml:space="preserve">Корректным </w:t>
      </w:r>
      <w:r w:rsidRPr="005D10D0">
        <w:rPr>
          <w:sz w:val="28"/>
          <w:szCs w:val="28"/>
        </w:rPr>
        <w:t>является ответ, который не содержит грубых ошибок при использовании исторических фактов, терминов и персоналий.</w:t>
      </w:r>
    </w:p>
    <w:p w:rsidR="002F0906" w:rsidRPr="005D10D0" w:rsidRDefault="002F0906" w:rsidP="005904D8">
      <w:pPr>
        <w:pStyle w:val="ListParagraph"/>
        <w:ind w:left="644"/>
        <w:rPr>
          <w:sz w:val="28"/>
          <w:szCs w:val="28"/>
        </w:rPr>
      </w:pPr>
    </w:p>
    <w:p w:rsidR="002F0906" w:rsidRPr="00D76F21" w:rsidRDefault="002F0906" w:rsidP="00D76F21">
      <w:pPr>
        <w:pStyle w:val="ListParagraph"/>
        <w:ind w:left="644"/>
        <w:rPr>
          <w:sz w:val="28"/>
          <w:szCs w:val="28"/>
        </w:rPr>
      </w:pPr>
      <w:r w:rsidRPr="00D76F21">
        <w:rPr>
          <w:b/>
          <w:bCs/>
          <w:sz w:val="28"/>
          <w:szCs w:val="28"/>
        </w:rPr>
        <w:t xml:space="preserve">Убедительной </w:t>
      </w:r>
      <w:r w:rsidRPr="00D76F21">
        <w:rPr>
          <w:sz w:val="28"/>
          <w:szCs w:val="28"/>
        </w:rPr>
        <w:t xml:space="preserve">считается </w:t>
      </w:r>
      <w:r w:rsidRPr="00D76F21">
        <w:rPr>
          <w:b/>
          <w:bCs/>
          <w:sz w:val="28"/>
          <w:szCs w:val="28"/>
        </w:rPr>
        <w:t xml:space="preserve">аргументация, </w:t>
      </w:r>
      <w:r w:rsidRPr="00D76F21">
        <w:rPr>
          <w:sz w:val="28"/>
          <w:szCs w:val="28"/>
        </w:rPr>
        <w:t xml:space="preserve">предполагающая понятное объяснение используемой фактологии. </w:t>
      </w:r>
    </w:p>
    <w:sectPr w:rsidR="002F0906" w:rsidRPr="00D76F21" w:rsidSect="00D76F21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1343C2"/>
    <w:multiLevelType w:val="hybridMultilevel"/>
    <w:tmpl w:val="E47601DE"/>
    <w:lvl w:ilvl="0" w:tplc="0776AB9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44E0"/>
    <w:rsid w:val="00024AC7"/>
    <w:rsid w:val="000B40F2"/>
    <w:rsid w:val="001775F4"/>
    <w:rsid w:val="002B0A94"/>
    <w:rsid w:val="002F00CE"/>
    <w:rsid w:val="002F0906"/>
    <w:rsid w:val="00317AAB"/>
    <w:rsid w:val="003530BC"/>
    <w:rsid w:val="00380E58"/>
    <w:rsid w:val="004C44E0"/>
    <w:rsid w:val="005843F1"/>
    <w:rsid w:val="005904D8"/>
    <w:rsid w:val="005D10D0"/>
    <w:rsid w:val="006762DD"/>
    <w:rsid w:val="006D7066"/>
    <w:rsid w:val="00790537"/>
    <w:rsid w:val="008964BC"/>
    <w:rsid w:val="009C06B0"/>
    <w:rsid w:val="00AE1193"/>
    <w:rsid w:val="00B65675"/>
    <w:rsid w:val="00C756F9"/>
    <w:rsid w:val="00C9166C"/>
    <w:rsid w:val="00C942B9"/>
    <w:rsid w:val="00D316F5"/>
    <w:rsid w:val="00D76F21"/>
    <w:rsid w:val="00E2061D"/>
    <w:rsid w:val="00E64E46"/>
    <w:rsid w:val="00E82FF7"/>
    <w:rsid w:val="00E830FC"/>
    <w:rsid w:val="00EB4961"/>
    <w:rsid w:val="00F313DA"/>
    <w:rsid w:val="00F31A07"/>
    <w:rsid w:val="00F440FE"/>
    <w:rsid w:val="00F579A3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4E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uiPriority w:val="99"/>
    <w:locked/>
    <w:rsid w:val="004C44E0"/>
    <w:rPr>
      <w:spacing w:val="3"/>
      <w:sz w:val="21"/>
      <w:szCs w:val="21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4C44E0"/>
    <w:pPr>
      <w:widowControl w:val="0"/>
      <w:shd w:val="clear" w:color="auto" w:fill="FFFFFF"/>
      <w:spacing w:line="413" w:lineRule="exact"/>
      <w:ind w:hanging="360"/>
    </w:pPr>
    <w:rPr>
      <w:rFonts w:ascii="Calibri" w:eastAsia="Calibri" w:hAnsi="Calibri" w:cs="Calibri"/>
      <w:spacing w:val="3"/>
      <w:sz w:val="21"/>
      <w:szCs w:val="21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6A2C19"/>
    <w:rPr>
      <w:rFonts w:ascii="Times New Roman" w:eastAsia="Times New Roman" w:hAnsi="Times New Roman"/>
      <w:sz w:val="24"/>
      <w:szCs w:val="24"/>
    </w:rPr>
  </w:style>
  <w:style w:type="character" w:customStyle="1" w:styleId="1">
    <w:name w:val="Основной текст Знак1"/>
    <w:basedOn w:val="DefaultParagraphFont"/>
    <w:uiPriority w:val="99"/>
    <w:semiHidden/>
    <w:rsid w:val="004C44E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">
    <w:name w:val="Основной текст + Полужирный"/>
    <w:aliases w:val="Курсив,Интервал 0 pt10"/>
    <w:uiPriority w:val="99"/>
    <w:rsid w:val="004C44E0"/>
    <w:rPr>
      <w:b/>
      <w:bCs/>
      <w:i/>
      <w:iCs/>
      <w:spacing w:val="1"/>
      <w:sz w:val="21"/>
      <w:szCs w:val="21"/>
    </w:rPr>
  </w:style>
  <w:style w:type="paragraph" w:styleId="ListParagraph">
    <w:name w:val="List Paragraph"/>
    <w:basedOn w:val="Normal"/>
    <w:uiPriority w:val="99"/>
    <w:qFormat/>
    <w:rsid w:val="00B6567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1429</TotalTime>
  <Pages>3</Pages>
  <Words>754</Words>
  <Characters>4299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Klass21</cp:lastModifiedBy>
  <cp:revision>17</cp:revision>
  <dcterms:created xsi:type="dcterms:W3CDTF">2015-11-10T07:13:00Z</dcterms:created>
  <dcterms:modified xsi:type="dcterms:W3CDTF">2015-11-25T12:05:00Z</dcterms:modified>
</cp:coreProperties>
</file>